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153A6">
        <w:rPr>
          <w:rFonts w:cstheme="minorHAnsi"/>
          <w:noProof/>
        </w:rPr>
        <w:t>mardi 22 octobre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FA1B2A" w:rsidRDefault="00FA1B2A" w:rsidP="00374A16">
      <w:pPr>
        <w:spacing w:after="120" w:line="240" w:lineRule="auto"/>
        <w:ind w:left="4536"/>
        <w:rPr>
          <w:rFonts w:cs="Arial"/>
        </w:rPr>
      </w:pPr>
    </w:p>
    <w:sectPr w:rsidR="00FA1B2A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FA1B2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FA1B2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879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79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8B6DD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Multi-accueil </w:t>
                          </w:r>
                          <w:r w:rsidR="006C2B77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Brin d’Eveil</w:t>
                          </w:r>
                        </w:p>
                        <w:p w:rsidR="00256C33" w:rsidRDefault="006C2B7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21 rue du Stade </w:t>
                          </w:r>
                          <w:r w:rsidR="001153A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Saint-Laurent </w:t>
                          </w:r>
                          <w:r w:rsidR="008B6DDD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– Le Louroux-Béconnais</w:t>
                          </w:r>
                        </w:p>
                        <w:p w:rsidR="00256C33" w:rsidRDefault="008B6DD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49370 VAL D’ERDRE-AUXENCE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6C2B77" w:rsidRPr="004F1DE3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ma-brindeveil-</w:t>
                            </w:r>
                            <w:r w:rsidR="006C2B77" w:rsidRPr="004F1DE3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8B6DD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77 49 70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81626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6C2B77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00316</w:t>
                          </w:r>
                        </w:p>
                        <w:p w:rsidR="00256C33" w:rsidRPr="00BD52B4" w:rsidRDefault="0044058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Pom’ de Reinette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7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" stroked="f">
              <v:textbox>
                <w:txbxContent>
                  <w:p w:rsidR="00256C33" w:rsidRPr="00642DA0" w:rsidRDefault="008B6DD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Multi-accueil </w:t>
                    </w:r>
                    <w:r w:rsidR="006C2B77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Brin d’Eveil</w:t>
                    </w:r>
                  </w:p>
                  <w:p w:rsidR="00256C33" w:rsidRDefault="006C2B7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21 rue du Stade </w:t>
                    </w:r>
                    <w:r w:rsidR="001153A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Saint-Laurent </w:t>
                    </w:r>
                    <w:r w:rsidR="008B6DDD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– Le Louroux-Béconnais</w:t>
                    </w:r>
                  </w:p>
                  <w:p w:rsidR="00256C33" w:rsidRDefault="008B6DD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49370 VAL D’ERDRE-AUXENCE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6C2B77" w:rsidRPr="004F1DE3">
                        <w:rPr>
                          <w:rStyle w:val="Lienhypertexte"/>
                          <w:sz w:val="16"/>
                          <w:szCs w:val="16"/>
                        </w:rPr>
                        <w:t>ma-brindeveil-</w:t>
                      </w:r>
                      <w:r w:rsidR="006C2B77" w:rsidRPr="004F1DE3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8B6DD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77 49 70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81626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6C2B77">
                      <w:rPr>
                        <w:color w:val="878786"/>
                        <w:sz w:val="12"/>
                        <w:szCs w:val="12"/>
                      </w:rPr>
                      <w:t xml:space="preserve"> 00316</w:t>
                    </w:r>
                  </w:p>
                  <w:p w:rsidR="00256C33" w:rsidRPr="00BD52B4" w:rsidRDefault="0044058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Pom’ de Reinette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81626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81626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3A6"/>
    <w:rsid w:val="0014088C"/>
    <w:rsid w:val="00142515"/>
    <w:rsid w:val="00153624"/>
    <w:rsid w:val="00156049"/>
    <w:rsid w:val="00181626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0581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2B77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529EF"/>
    <w:rsid w:val="00864099"/>
    <w:rsid w:val="00897D41"/>
    <w:rsid w:val="008B6DDD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51F4E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A1B2A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BCF119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brindeveil-pdl@vyv3.fr" TargetMode="External"/><Relationship Id="rId1" Type="http://schemas.openxmlformats.org/officeDocument/2006/relationships/hyperlink" Target="mailto:ma-brindeveil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14d88cad-2694-4fc8-ba0f-2537f7b00320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7fc1b99-8ebe-4374-9cc1-f5204f903109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0AFDC-567B-495C-9869-800AC458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2024-04-08T08:20:00Z</dcterms:created>
  <dcterms:modified xsi:type="dcterms:W3CDTF">2024-10-22T13:36:00Z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